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  <w:bookmarkStart w:id="0" w:name="_GoBack"/>
      <w:bookmarkEnd w:id="0"/>
    </w:p>
    <w:p w:rsidR="00EB46E5" w:rsidRPr="00BF54FE" w:rsidRDefault="00B204E3" w:rsidP="00BF54FE">
      <w:pPr>
        <w:pStyle w:val="Titul2"/>
      </w:pPr>
      <w:r>
        <w:t>Název zakázky: „</w:t>
      </w:r>
      <w:r w:rsidR="000A747D" w:rsidRPr="00F472C0">
        <w:rPr>
          <w:szCs w:val="36"/>
        </w:rPr>
        <w:t>Rekonstrukce ŽST Praha-Smíchov I. etapa – snesení části kolejiště ŽST Praha-Smíchov, obvod společného nádraží</w:t>
      </w:r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47D" w:rsidRDefault="000A747D" w:rsidP="00962258">
      <w:pPr>
        <w:spacing w:after="0" w:line="240" w:lineRule="auto"/>
      </w:pPr>
      <w:r>
        <w:separator/>
      </w:r>
    </w:p>
  </w:endnote>
  <w:endnote w:type="continuationSeparator" w:id="0">
    <w:p w:rsidR="000A747D" w:rsidRDefault="000A74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74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74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74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Pr="00B204E3" w:rsidRDefault="000914B8" w:rsidP="00054FC6">
    <w:pPr>
      <w:pStyle w:val="Zpat"/>
      <w:rPr>
        <w:rFonts w:cs="Calibri"/>
        <w:sz w:val="12"/>
        <w:szCs w:val="12"/>
      </w:rPr>
    </w:pPr>
    <w:r>
      <w:rPr>
        <w:noProof/>
        <w:lang w:eastAsia="cs-CZ"/>
      </w:rPr>
      <w:drawing>
        <wp:inline distT="0" distB="0" distL="0" distR="0" wp14:anchorId="16E90D8F" wp14:editId="05B9D6FB">
          <wp:extent cx="2404800" cy="504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4800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5674E" w:rsidRPr="005D19D8" w:rsidRDefault="00A5674E" w:rsidP="00054FC6">
    <w:pPr>
      <w:pStyle w:val="Zpat"/>
    </w:pPr>
    <w:r w:rsidRPr="00B204E3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47D" w:rsidRDefault="000A747D" w:rsidP="00962258">
      <w:pPr>
        <w:spacing w:after="0" w:line="240" w:lineRule="auto"/>
      </w:pPr>
      <w:r>
        <w:separator/>
      </w:r>
    </w:p>
  </w:footnote>
  <w:footnote w:type="continuationSeparator" w:id="0">
    <w:p w:rsidR="000A747D" w:rsidRDefault="000A74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47D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914B8"/>
    <w:rsid w:val="000A6E75"/>
    <w:rsid w:val="000A747D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466D1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3A01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2FC7B"/>
  <w14:defaultImageDpi w14:val="32767"/>
  <w15:docId w15:val="{52788227-12C5-4018-988A-DB5EE31D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ZD_ZHOTOVEN&#205;_STAVBY\R-Nadlimitn&#237;_(FIDIC)\Dopis_nab&#237;dky_R-F-04-20_CEF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microsoft.com/sharepoint/v3/field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7BFA07-1E7D-4B7E-9D06-B67F634D6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Dopis_nabídky_R-F-04-20_CEF</Template>
  <TotalTime>2</TotalTime>
  <Pages>2</Pages>
  <Words>410</Words>
  <Characters>2419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Dobrý Michael, Ing.</dc:creator>
  <cp:lastModifiedBy>Dobrý Michael, Ing.</cp:lastModifiedBy>
  <cp:revision>1</cp:revision>
  <cp:lastPrinted>2019-03-07T14:42:00Z</cp:lastPrinted>
  <dcterms:created xsi:type="dcterms:W3CDTF">2022-12-27T13:39:00Z</dcterms:created>
  <dcterms:modified xsi:type="dcterms:W3CDTF">2022-12-27T13:41:00Z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